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C15" w:rsidRDefault="00266C15" w:rsidP="006A4D9D">
      <w:pPr>
        <w:jc w:val="center"/>
      </w:pPr>
      <w:r>
        <w:t>Physical Science Policies and Procedures</w:t>
      </w:r>
    </w:p>
    <w:p w:rsidR="00266C15" w:rsidRDefault="00266C15" w:rsidP="008F3B1D">
      <w:pPr>
        <w:pStyle w:val="ListParagraph"/>
        <w:numPr>
          <w:ilvl w:val="0"/>
          <w:numId w:val="1"/>
        </w:numPr>
      </w:pPr>
      <w:r>
        <w:t xml:space="preserve">As incoming students of physical science, it is very important that you be aware of some things that will make your stay in this class very successful.  As new and returning high school students, the burden of responsibility for your success in physical science is incumbent upon how well you are able to discipline yourself to do homework, to study, to take notes and do all reading assignments.  </w:t>
      </w:r>
    </w:p>
    <w:p w:rsidR="00266C15" w:rsidRPr="002A0934" w:rsidRDefault="00266C15" w:rsidP="008F3B1D">
      <w:pPr>
        <w:pStyle w:val="ListParagraph"/>
        <w:numPr>
          <w:ilvl w:val="0"/>
          <w:numId w:val="1"/>
        </w:numPr>
        <w:rPr>
          <w:b/>
        </w:rPr>
      </w:pPr>
      <w:r w:rsidRPr="002A0934">
        <w:rPr>
          <w:b/>
        </w:rPr>
        <w:t>Class Expectations</w:t>
      </w:r>
    </w:p>
    <w:p w:rsidR="00266C15" w:rsidRDefault="00266C15" w:rsidP="00E75587">
      <w:pPr>
        <w:pStyle w:val="ListParagraph"/>
        <w:numPr>
          <w:ilvl w:val="1"/>
          <w:numId w:val="1"/>
        </w:numPr>
      </w:pPr>
      <w:r>
        <w:t>Show respect for your classmates, the teacher, and our room.</w:t>
      </w:r>
    </w:p>
    <w:p w:rsidR="00266C15" w:rsidRDefault="00266C15" w:rsidP="00E75587">
      <w:pPr>
        <w:pStyle w:val="ListParagraph"/>
        <w:numPr>
          <w:ilvl w:val="1"/>
          <w:numId w:val="1"/>
        </w:numPr>
      </w:pPr>
      <w:r>
        <w:t>Participate actively and productively during class.</w:t>
      </w:r>
    </w:p>
    <w:p w:rsidR="00266C15" w:rsidRDefault="00266C15" w:rsidP="00E75587">
      <w:pPr>
        <w:pStyle w:val="ListParagraph"/>
        <w:numPr>
          <w:ilvl w:val="1"/>
          <w:numId w:val="1"/>
        </w:numPr>
      </w:pPr>
      <w:r>
        <w:t>Practice safe classroom and lab behavior.</w:t>
      </w:r>
    </w:p>
    <w:p w:rsidR="00266C15" w:rsidRDefault="00266C15" w:rsidP="00E75587">
      <w:pPr>
        <w:pStyle w:val="ListParagraph"/>
        <w:numPr>
          <w:ilvl w:val="1"/>
          <w:numId w:val="1"/>
        </w:numPr>
      </w:pPr>
      <w:r>
        <w:t>Follow all other school rules and policies.</w:t>
      </w:r>
    </w:p>
    <w:p w:rsidR="00266C15" w:rsidRDefault="00266C15" w:rsidP="00E75587">
      <w:pPr>
        <w:pStyle w:val="ListParagraph"/>
        <w:numPr>
          <w:ilvl w:val="1"/>
          <w:numId w:val="1"/>
        </w:numPr>
      </w:pPr>
      <w:r>
        <w:t>COME TO CLASS PREPARED.</w:t>
      </w:r>
    </w:p>
    <w:p w:rsidR="00266C15" w:rsidRPr="002A0934" w:rsidRDefault="00266C15" w:rsidP="00E3516B">
      <w:pPr>
        <w:pStyle w:val="ListParagraph"/>
        <w:numPr>
          <w:ilvl w:val="0"/>
          <w:numId w:val="1"/>
        </w:numPr>
        <w:rPr>
          <w:b/>
        </w:rPr>
      </w:pPr>
      <w:r w:rsidRPr="002A0934">
        <w:rPr>
          <w:b/>
        </w:rPr>
        <w:t>In the event that you choose to break one of the classroom rules, the following will result.</w:t>
      </w:r>
    </w:p>
    <w:p w:rsidR="00266C15" w:rsidRDefault="00266C15" w:rsidP="002A0934">
      <w:pPr>
        <w:pStyle w:val="ListParagraph"/>
        <w:numPr>
          <w:ilvl w:val="1"/>
          <w:numId w:val="1"/>
        </w:numPr>
      </w:pPr>
      <w:r w:rsidRPr="004E60B1">
        <w:rPr>
          <w:i/>
        </w:rPr>
        <w:t>Nonverbal reminder</w:t>
      </w:r>
      <w:r>
        <w:t>. One of us will walk close to your table and make eye contact.</w:t>
      </w:r>
    </w:p>
    <w:p w:rsidR="00266C15" w:rsidRDefault="00266C15" w:rsidP="002A0934">
      <w:pPr>
        <w:pStyle w:val="ListParagraph"/>
        <w:numPr>
          <w:ilvl w:val="1"/>
          <w:numId w:val="1"/>
        </w:numPr>
      </w:pPr>
      <w:r w:rsidRPr="004E60B1">
        <w:rPr>
          <w:i/>
        </w:rPr>
        <w:t>Verbal  reminder</w:t>
      </w:r>
      <w:r>
        <w:t>. We will say something to you concerning your misbehavior.</w:t>
      </w:r>
    </w:p>
    <w:p w:rsidR="00266C15" w:rsidRDefault="00266C15" w:rsidP="002A0934">
      <w:pPr>
        <w:pStyle w:val="ListParagraph"/>
        <w:numPr>
          <w:ilvl w:val="1"/>
          <w:numId w:val="1"/>
        </w:numPr>
      </w:pPr>
      <w:r w:rsidRPr="004E60B1">
        <w:rPr>
          <w:i/>
        </w:rPr>
        <w:t>Parental  Involvement</w:t>
      </w:r>
      <w:r>
        <w:t>. We will contact your parents and ask them to either meet with us or talk to you.</w:t>
      </w:r>
    </w:p>
    <w:p w:rsidR="00266C15" w:rsidRDefault="00266C15" w:rsidP="002A0934">
      <w:pPr>
        <w:pStyle w:val="ListParagraph"/>
        <w:numPr>
          <w:ilvl w:val="1"/>
          <w:numId w:val="1"/>
        </w:numPr>
      </w:pPr>
      <w:r w:rsidRPr="004E60B1">
        <w:rPr>
          <w:i/>
        </w:rPr>
        <w:t>Parental Conference</w:t>
      </w:r>
      <w:r>
        <w:t>/Counselor Involvement/Referral</w:t>
      </w:r>
    </w:p>
    <w:p w:rsidR="00266C15" w:rsidRDefault="00266C15" w:rsidP="00770E85">
      <w:pPr>
        <w:pStyle w:val="ListParagraph"/>
        <w:numPr>
          <w:ilvl w:val="0"/>
          <w:numId w:val="1"/>
        </w:numPr>
      </w:pPr>
      <w:r w:rsidRPr="00770E85">
        <w:rPr>
          <w:b/>
        </w:rPr>
        <w:t xml:space="preserve">Attendance </w:t>
      </w:r>
      <w:r>
        <w:t>– If an absence is deemed necessary, please be certain that all work is made up within the time frame established by your teacher.</w:t>
      </w:r>
    </w:p>
    <w:p w:rsidR="00266C15" w:rsidRDefault="00266C15" w:rsidP="00770E85">
      <w:pPr>
        <w:pStyle w:val="ListParagraph"/>
        <w:numPr>
          <w:ilvl w:val="0"/>
          <w:numId w:val="1"/>
        </w:numPr>
      </w:pPr>
      <w:r w:rsidRPr="00D61059">
        <w:rPr>
          <w:b/>
        </w:rPr>
        <w:t>Grade Determination</w:t>
      </w:r>
      <w:r>
        <w:t xml:space="preserve"> – We will follow the MCSD grading policy.</w:t>
      </w:r>
    </w:p>
    <w:p w:rsidR="00266C15" w:rsidRDefault="00266C15" w:rsidP="00A42BE5">
      <w:pPr>
        <w:ind w:left="1440"/>
      </w:pPr>
      <w:r>
        <w:t>90—100 = A</w:t>
      </w:r>
    </w:p>
    <w:p w:rsidR="00266C15" w:rsidRDefault="00266C15" w:rsidP="00A42BE5">
      <w:pPr>
        <w:ind w:left="1440"/>
      </w:pPr>
      <w:r>
        <w:t>80 – 89 = B</w:t>
      </w:r>
    </w:p>
    <w:p w:rsidR="00266C15" w:rsidRDefault="00266C15" w:rsidP="00A42BE5">
      <w:pPr>
        <w:ind w:left="1440"/>
      </w:pPr>
      <w:r>
        <w:t>70 – 79 = C</w:t>
      </w:r>
    </w:p>
    <w:p w:rsidR="00266C15" w:rsidRDefault="00266C15" w:rsidP="00A42BE5">
      <w:pPr>
        <w:ind w:left="1440"/>
      </w:pPr>
      <w:r>
        <w:t>&lt; 70 = F</w:t>
      </w:r>
    </w:p>
    <w:p w:rsidR="00266C15" w:rsidRDefault="00266C15" w:rsidP="00A42BE5">
      <w:pPr>
        <w:spacing w:line="240" w:lineRule="auto"/>
      </w:pPr>
      <w:r>
        <w:t xml:space="preserve">      </w:t>
      </w:r>
      <w:r>
        <w:tab/>
        <w:t xml:space="preserve">    Your numerical average in this class will be based on the percentage of points earned out </w:t>
      </w:r>
    </w:p>
    <w:p w:rsidR="00266C15" w:rsidRDefault="00266C15" w:rsidP="00A42BE5">
      <w:pPr>
        <w:spacing w:line="240" w:lineRule="auto"/>
      </w:pPr>
      <w:r>
        <w:t xml:space="preserve">                   of total points possible.  Eighty five percent of your</w:t>
      </w:r>
      <w:r w:rsidRPr="00D61059">
        <w:rPr>
          <w:b/>
        </w:rPr>
        <w:t xml:space="preserve"> final </w:t>
      </w:r>
      <w:r>
        <w:t>average will be based on work done</w:t>
      </w:r>
    </w:p>
    <w:p w:rsidR="00266C15" w:rsidRDefault="00266C15" w:rsidP="00A42BE5">
      <w:pPr>
        <w:spacing w:line="240" w:lineRule="auto"/>
      </w:pPr>
      <w:r>
        <w:t xml:space="preserve">                  in class. The other fifteen per cent will be determine by the score made on the state</w:t>
      </w:r>
    </w:p>
    <w:p w:rsidR="00266C15" w:rsidRDefault="00266C15" w:rsidP="00A42BE5">
      <w:pPr>
        <w:spacing w:line="240" w:lineRule="auto"/>
      </w:pPr>
      <w:r>
        <w:tab/>
        <w:t xml:space="preserve">    mandated end of course test.</w:t>
      </w:r>
    </w:p>
    <w:p w:rsidR="00266C15" w:rsidRPr="00795549" w:rsidRDefault="00266C15" w:rsidP="00712AAA">
      <w:pPr>
        <w:pStyle w:val="ListParagraph"/>
        <w:numPr>
          <w:ilvl w:val="0"/>
          <w:numId w:val="1"/>
        </w:numPr>
        <w:spacing w:line="240" w:lineRule="auto"/>
        <w:rPr>
          <w:b/>
        </w:rPr>
      </w:pPr>
      <w:r>
        <w:t xml:space="preserve"> </w:t>
      </w:r>
      <w:r w:rsidRPr="00795549">
        <w:rPr>
          <w:b/>
        </w:rPr>
        <w:t xml:space="preserve">Test and Quizzes </w:t>
      </w:r>
      <w:r>
        <w:rPr>
          <w:b/>
        </w:rPr>
        <w:t xml:space="preserve"> -- </w:t>
      </w:r>
      <w:r>
        <w:t>Adequate notice of tests will be given and will be expected to take a test even if you were absent the previous day.</w:t>
      </w:r>
    </w:p>
    <w:p w:rsidR="00266C15" w:rsidRPr="00823F64" w:rsidRDefault="00266C15" w:rsidP="00712AAA">
      <w:pPr>
        <w:pStyle w:val="ListParagraph"/>
        <w:numPr>
          <w:ilvl w:val="0"/>
          <w:numId w:val="1"/>
        </w:numPr>
        <w:spacing w:line="240" w:lineRule="auto"/>
        <w:rPr>
          <w:b/>
        </w:rPr>
      </w:pPr>
      <w:r w:rsidRPr="00A90F4D">
        <w:rPr>
          <w:b/>
        </w:rPr>
        <w:t>Laboratory Activities</w:t>
      </w:r>
      <w:r>
        <w:t xml:space="preserve"> –</w:t>
      </w:r>
      <w:r>
        <w:rPr>
          <w:b/>
        </w:rPr>
        <w:t xml:space="preserve"> </w:t>
      </w:r>
      <w:r>
        <w:t>Labs are an important part of the curriculum. Each person in the lab group is responsible for participating in the lab in class and completing the lab questions and/or write-up on his/her own paper. Labs not collected by your teacher should be placed in your notebook. Labs will be graded for accuracy and/or completion. Lab make-ups will be scheduled on an as required basis.</w:t>
      </w:r>
    </w:p>
    <w:p w:rsidR="00266C15" w:rsidRPr="00823F64" w:rsidRDefault="00266C15" w:rsidP="00712AAA">
      <w:pPr>
        <w:pStyle w:val="ListParagraph"/>
        <w:numPr>
          <w:ilvl w:val="0"/>
          <w:numId w:val="1"/>
        </w:numPr>
        <w:spacing w:line="240" w:lineRule="auto"/>
        <w:rPr>
          <w:b/>
        </w:rPr>
      </w:pPr>
      <w:r>
        <w:rPr>
          <w:b/>
        </w:rPr>
        <w:t xml:space="preserve">Notebook: </w:t>
      </w:r>
      <w:r>
        <w:t xml:space="preserve"> Every student must obtain a three ring binder with dividers. The binder must be for physical science only and must be organized. It will maintain your notes, worksheets, labs, class work, homework, quizzes, information sheets, and other information. We will occasionally check to see if you have your notebook.</w:t>
      </w:r>
    </w:p>
    <w:p w:rsidR="00266C15" w:rsidRPr="00575401" w:rsidRDefault="00266C15" w:rsidP="00712AAA">
      <w:pPr>
        <w:pStyle w:val="ListParagraph"/>
        <w:numPr>
          <w:ilvl w:val="0"/>
          <w:numId w:val="1"/>
        </w:numPr>
        <w:spacing w:line="240" w:lineRule="auto"/>
        <w:rPr>
          <w:b/>
        </w:rPr>
      </w:pPr>
      <w:r>
        <w:rPr>
          <w:b/>
        </w:rPr>
        <w:t xml:space="preserve">Homework: </w:t>
      </w:r>
      <w:r>
        <w:t xml:space="preserve"> No credit will be given for homework that has been misplaced, left in your locker or at home, etc.  Homework is checked for accuracy and/or completion.</w:t>
      </w:r>
    </w:p>
    <w:p w:rsidR="00266C15" w:rsidRPr="00037436" w:rsidRDefault="00266C15" w:rsidP="00712AAA">
      <w:pPr>
        <w:pStyle w:val="ListParagraph"/>
        <w:numPr>
          <w:ilvl w:val="0"/>
          <w:numId w:val="1"/>
        </w:numPr>
        <w:spacing w:line="240" w:lineRule="auto"/>
        <w:rPr>
          <w:b/>
        </w:rPr>
      </w:pPr>
      <w:r>
        <w:rPr>
          <w:b/>
        </w:rPr>
        <w:t xml:space="preserve">Make-up-work:  </w:t>
      </w:r>
      <w:r>
        <w:t>After any absence it is the total responsibility of the student to find out immediately on their return what make-up work is required, when it is due, and how it should be accomplished. All tests and quizzes must be made-up within three days. All other work must be completed within the frame established by your teacher.</w:t>
      </w:r>
    </w:p>
    <w:p w:rsidR="00266C15" w:rsidRPr="006C5C5B" w:rsidRDefault="00266C15" w:rsidP="00712AAA">
      <w:pPr>
        <w:pStyle w:val="ListParagraph"/>
        <w:numPr>
          <w:ilvl w:val="0"/>
          <w:numId w:val="1"/>
        </w:numPr>
        <w:spacing w:line="240" w:lineRule="auto"/>
        <w:rPr>
          <w:b/>
        </w:rPr>
      </w:pPr>
      <w:r>
        <w:rPr>
          <w:b/>
        </w:rPr>
        <w:t xml:space="preserve">Extra Credit:  </w:t>
      </w:r>
      <w:r>
        <w:t>Extra credit is seldom given in this class. If it is given, the whole class will be given the opportunity to participate.</w:t>
      </w:r>
    </w:p>
    <w:p w:rsidR="00266C15" w:rsidRPr="006C5C5B" w:rsidRDefault="00266C15" w:rsidP="00712AAA">
      <w:pPr>
        <w:pStyle w:val="ListParagraph"/>
        <w:numPr>
          <w:ilvl w:val="0"/>
          <w:numId w:val="1"/>
        </w:numPr>
        <w:spacing w:line="240" w:lineRule="auto"/>
        <w:rPr>
          <w:b/>
        </w:rPr>
      </w:pPr>
      <w:r>
        <w:rPr>
          <w:b/>
        </w:rPr>
        <w:t xml:space="preserve">Book Bags: </w:t>
      </w:r>
      <w:r>
        <w:t>Book bags are not allowed in any classes without the permission of an administrator. The permission to us a book bag should be given to you in writing.</w:t>
      </w:r>
    </w:p>
    <w:p w:rsidR="00266C15" w:rsidRPr="006C5C5B" w:rsidRDefault="00266C15" w:rsidP="00712AAA">
      <w:pPr>
        <w:pStyle w:val="ListParagraph"/>
        <w:numPr>
          <w:ilvl w:val="0"/>
          <w:numId w:val="1"/>
        </w:numPr>
        <w:spacing w:line="240" w:lineRule="auto"/>
        <w:rPr>
          <w:b/>
        </w:rPr>
      </w:pPr>
      <w:r>
        <w:rPr>
          <w:b/>
        </w:rPr>
        <w:t xml:space="preserve">Dress Code:  </w:t>
      </w:r>
      <w:r>
        <w:t>Please read your handbook concerning dress code policies.</w:t>
      </w:r>
    </w:p>
    <w:p w:rsidR="00266C15" w:rsidRPr="006C5C5B" w:rsidRDefault="00266C15" w:rsidP="00712AAA">
      <w:pPr>
        <w:pStyle w:val="ListParagraph"/>
        <w:numPr>
          <w:ilvl w:val="0"/>
          <w:numId w:val="1"/>
        </w:numPr>
        <w:spacing w:line="240" w:lineRule="auto"/>
        <w:rPr>
          <w:b/>
        </w:rPr>
      </w:pPr>
      <w:r>
        <w:rPr>
          <w:b/>
        </w:rPr>
        <w:t xml:space="preserve">Tardy: </w:t>
      </w:r>
      <w:r>
        <w:t>You are considered to be tardy if you are not in your seat when the tardy bell rings.</w:t>
      </w:r>
    </w:p>
    <w:p w:rsidR="00266C15" w:rsidRPr="006A4EBF" w:rsidRDefault="00266C15" w:rsidP="00712AAA">
      <w:pPr>
        <w:pStyle w:val="ListParagraph"/>
        <w:numPr>
          <w:ilvl w:val="0"/>
          <w:numId w:val="1"/>
        </w:numPr>
        <w:spacing w:line="240" w:lineRule="auto"/>
        <w:rPr>
          <w:b/>
        </w:rPr>
      </w:pPr>
      <w:r>
        <w:rPr>
          <w:b/>
        </w:rPr>
        <w:t xml:space="preserve">Detention:  </w:t>
      </w:r>
      <w:r>
        <w:t>Detention is assigned as a punitive measure for violations of classroom policies. Detention will last for thirty minutes. All students that are assigned detention must complete and sign the detention sheet as directed by the teacher. The student serving detention must be in the designated room no later than 2:50 PM if serving evening detention or 7:00 AM if serving morning detention.</w:t>
      </w:r>
    </w:p>
    <w:p w:rsidR="00266C15" w:rsidRPr="006A4EBF" w:rsidRDefault="00266C15" w:rsidP="00712AAA">
      <w:pPr>
        <w:pStyle w:val="ListParagraph"/>
        <w:numPr>
          <w:ilvl w:val="0"/>
          <w:numId w:val="1"/>
        </w:numPr>
        <w:spacing w:line="240" w:lineRule="auto"/>
        <w:rPr>
          <w:b/>
        </w:rPr>
      </w:pPr>
      <w:r>
        <w:rPr>
          <w:b/>
        </w:rPr>
        <w:t xml:space="preserve">Textbook:  </w:t>
      </w:r>
      <w:r>
        <w:t>Each student will be issued a textbook. The student is responsible for maintaining the good condition of that book. The replacement cost of the book is $50.85.</w:t>
      </w:r>
    </w:p>
    <w:p w:rsidR="00266C15" w:rsidRPr="00D53DCC" w:rsidRDefault="00266C15" w:rsidP="00712AAA">
      <w:pPr>
        <w:pStyle w:val="ListParagraph"/>
        <w:numPr>
          <w:ilvl w:val="0"/>
          <w:numId w:val="1"/>
        </w:numPr>
        <w:spacing w:line="240" w:lineRule="auto"/>
        <w:rPr>
          <w:b/>
        </w:rPr>
      </w:pPr>
      <w:r>
        <w:rPr>
          <w:b/>
        </w:rPr>
        <w:t xml:space="preserve">Progress Reports:  </w:t>
      </w:r>
      <w:r>
        <w:t>Notification of student progress will be sent home twice during each grading period. Report cards are sent home once during each grading period. We are on a nine-week grading cycle. Please expect to see a report card at the end of each nine-week period. Parents are also able to request weekly progress reports by contacting the guidance department(706-569-3638).</w:t>
      </w:r>
    </w:p>
    <w:p w:rsidR="00266C15" w:rsidRPr="00F73447" w:rsidRDefault="00266C15" w:rsidP="00712AAA">
      <w:pPr>
        <w:pStyle w:val="ListParagraph"/>
        <w:numPr>
          <w:ilvl w:val="0"/>
          <w:numId w:val="1"/>
        </w:numPr>
        <w:spacing w:line="240" w:lineRule="auto"/>
        <w:rPr>
          <w:b/>
        </w:rPr>
      </w:pPr>
      <w:r>
        <w:rPr>
          <w:b/>
        </w:rPr>
        <w:t xml:space="preserve">Honor Code Policy:  </w:t>
      </w:r>
      <w:r>
        <w:t>Any act of cheating “either by giving or receiving, in any form, information relating to a graded experience” will be considered a violation. You will receive a grade of “0” on the assignment or test and your parents and the appropriate administrative official will be notified.</w:t>
      </w:r>
    </w:p>
    <w:p w:rsidR="00266C15" w:rsidRDefault="00266C15" w:rsidP="00F73447">
      <w:pPr>
        <w:spacing w:line="240" w:lineRule="auto"/>
        <w:ind w:left="360"/>
        <w:rPr>
          <w:b/>
        </w:rPr>
      </w:pPr>
      <w:r>
        <w:rPr>
          <w:b/>
        </w:rPr>
        <w:t xml:space="preserve">ANY BEHAVIOR THAT ENDANGERS YOU OR ANOTHER STUDENT IN THIS CLASSROOM WILL RESULT IN </w:t>
      </w:r>
      <w:r w:rsidRPr="00F73447">
        <w:rPr>
          <w:b/>
          <w:sz w:val="24"/>
          <w:szCs w:val="24"/>
        </w:rPr>
        <w:t>IMMEDIATE</w:t>
      </w:r>
      <w:r>
        <w:rPr>
          <w:b/>
        </w:rPr>
        <w:t xml:space="preserve"> REFERAL TO AN ADMINISTRATOR.</w:t>
      </w:r>
    </w:p>
    <w:p w:rsidR="00266C15" w:rsidRDefault="00266C15" w:rsidP="00F73447">
      <w:pPr>
        <w:spacing w:line="240" w:lineRule="auto"/>
        <w:ind w:left="360"/>
        <w:rPr>
          <w:b/>
        </w:rPr>
      </w:pPr>
    </w:p>
    <w:p w:rsidR="00266C15" w:rsidRDefault="00266C15" w:rsidP="00F73447">
      <w:pPr>
        <w:spacing w:line="240" w:lineRule="auto"/>
        <w:ind w:left="360"/>
        <w:rPr>
          <w:sz w:val="24"/>
          <w:szCs w:val="24"/>
        </w:rPr>
      </w:pPr>
      <w:r>
        <w:rPr>
          <w:sz w:val="24"/>
          <w:szCs w:val="24"/>
        </w:rPr>
        <w:t>Student’s Name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rsidR="00266C15" w:rsidRDefault="00266C15" w:rsidP="00F73447">
      <w:pPr>
        <w:spacing w:line="240" w:lineRule="auto"/>
        <w:ind w:left="360"/>
        <w:rPr>
          <w:sz w:val="24"/>
          <w:szCs w:val="24"/>
        </w:rPr>
      </w:pPr>
      <w:r>
        <w:rPr>
          <w:sz w:val="24"/>
          <w:szCs w:val="24"/>
        </w:rPr>
        <w:t>___________________________________________________</w:t>
      </w:r>
      <w:r>
        <w:rPr>
          <w:sz w:val="24"/>
          <w:szCs w:val="24"/>
        </w:rPr>
        <w:tab/>
        <w:t xml:space="preserve">        _________________</w:t>
      </w:r>
    </w:p>
    <w:p w:rsidR="00266C15" w:rsidRDefault="00266C15" w:rsidP="00F73447">
      <w:pPr>
        <w:spacing w:line="240" w:lineRule="auto"/>
        <w:ind w:left="360"/>
        <w:rPr>
          <w:sz w:val="24"/>
          <w:szCs w:val="24"/>
        </w:rPr>
      </w:pPr>
    </w:p>
    <w:p w:rsidR="00266C15" w:rsidRDefault="00266C15" w:rsidP="006A4D9D">
      <w:pPr>
        <w:spacing w:line="240" w:lineRule="auto"/>
        <w:ind w:left="360"/>
        <w:rPr>
          <w:sz w:val="24"/>
          <w:szCs w:val="24"/>
        </w:rPr>
      </w:pPr>
      <w:r>
        <w:rPr>
          <w:sz w:val="24"/>
          <w:szCs w:val="24"/>
        </w:rPr>
        <w:t>Parent’s Name</w:t>
      </w:r>
    </w:p>
    <w:p w:rsidR="00266C15" w:rsidRDefault="00266C15" w:rsidP="00F73447">
      <w:pPr>
        <w:spacing w:line="240" w:lineRule="auto"/>
        <w:ind w:left="360"/>
        <w:rPr>
          <w:sz w:val="24"/>
          <w:szCs w:val="24"/>
        </w:rPr>
      </w:pPr>
      <w:r>
        <w:rPr>
          <w:sz w:val="24"/>
          <w:szCs w:val="24"/>
        </w:rPr>
        <w:t>___________________________________________________</w:t>
      </w:r>
      <w:r>
        <w:rPr>
          <w:sz w:val="24"/>
          <w:szCs w:val="24"/>
        </w:rPr>
        <w:tab/>
        <w:t xml:space="preserve">         _________________</w:t>
      </w:r>
    </w:p>
    <w:p w:rsidR="00266C15" w:rsidRDefault="00266C15" w:rsidP="00F73447">
      <w:pPr>
        <w:spacing w:line="240" w:lineRule="auto"/>
        <w:ind w:left="36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266C15" w:rsidRDefault="00266C15" w:rsidP="00F73447">
      <w:pPr>
        <w:spacing w:line="240" w:lineRule="auto"/>
        <w:ind w:left="360"/>
        <w:rPr>
          <w:sz w:val="24"/>
          <w:szCs w:val="24"/>
        </w:rPr>
      </w:pPr>
    </w:p>
    <w:p w:rsidR="00266C15" w:rsidRPr="00F73447" w:rsidRDefault="00266C15" w:rsidP="00F73447">
      <w:pPr>
        <w:spacing w:line="240" w:lineRule="auto"/>
        <w:ind w:left="360"/>
        <w:rPr>
          <w:sz w:val="24"/>
          <w:szCs w:val="24"/>
        </w:rPr>
      </w:pPr>
    </w:p>
    <w:p w:rsidR="00266C15" w:rsidRDefault="00266C15" w:rsidP="00A42BE5">
      <w:r>
        <w:t xml:space="preserve">           </w:t>
      </w:r>
    </w:p>
    <w:p w:rsidR="00266C15" w:rsidRDefault="00266C15" w:rsidP="00770E85"/>
    <w:p w:rsidR="00266C15" w:rsidRDefault="00266C15" w:rsidP="00770E85"/>
    <w:p w:rsidR="00266C15" w:rsidRDefault="00266C15" w:rsidP="00770E85"/>
    <w:p w:rsidR="00266C15" w:rsidRDefault="00266C15" w:rsidP="00770E85"/>
    <w:p w:rsidR="00266C15" w:rsidRDefault="00266C15" w:rsidP="00770E85"/>
    <w:p w:rsidR="00266C15" w:rsidRDefault="00266C15" w:rsidP="00770E85"/>
    <w:p w:rsidR="00266C15" w:rsidRDefault="00266C15" w:rsidP="00770E85"/>
    <w:p w:rsidR="00266C15" w:rsidRDefault="00266C15" w:rsidP="00770E85"/>
    <w:p w:rsidR="00266C15" w:rsidRDefault="00266C15" w:rsidP="00770E85"/>
    <w:p w:rsidR="00266C15" w:rsidRDefault="00266C15" w:rsidP="00770E85"/>
    <w:p w:rsidR="00266C15" w:rsidRDefault="00266C15" w:rsidP="00770E85"/>
    <w:p w:rsidR="00266C15" w:rsidRDefault="00266C15" w:rsidP="00770E85"/>
    <w:sectPr w:rsidR="00266C15" w:rsidSect="00A42B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F1E43"/>
    <w:multiLevelType w:val="hybridMultilevel"/>
    <w:tmpl w:val="5E788F0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4B4"/>
    <w:rsid w:val="00037436"/>
    <w:rsid w:val="001A632F"/>
    <w:rsid w:val="001F7713"/>
    <w:rsid w:val="00266C15"/>
    <w:rsid w:val="002A0934"/>
    <w:rsid w:val="003F45CE"/>
    <w:rsid w:val="004E60B1"/>
    <w:rsid w:val="00575401"/>
    <w:rsid w:val="00661002"/>
    <w:rsid w:val="006A4D9D"/>
    <w:rsid w:val="006A4EBF"/>
    <w:rsid w:val="006C5C5B"/>
    <w:rsid w:val="00712AAA"/>
    <w:rsid w:val="00731303"/>
    <w:rsid w:val="00770E85"/>
    <w:rsid w:val="00795549"/>
    <w:rsid w:val="00823F64"/>
    <w:rsid w:val="008C14B4"/>
    <w:rsid w:val="008F3B1D"/>
    <w:rsid w:val="0097359B"/>
    <w:rsid w:val="009A23A0"/>
    <w:rsid w:val="00A42BE5"/>
    <w:rsid w:val="00A90F4D"/>
    <w:rsid w:val="00D53DCC"/>
    <w:rsid w:val="00D61059"/>
    <w:rsid w:val="00E3516B"/>
    <w:rsid w:val="00E75587"/>
    <w:rsid w:val="00F15E99"/>
    <w:rsid w:val="00F646B3"/>
    <w:rsid w:val="00F73447"/>
    <w:rsid w:val="00F94DA7"/>
    <w:rsid w:val="00FB68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00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F3B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765</Words>
  <Characters>4362</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3</cp:revision>
  <cp:lastPrinted>2008-08-07T11:25:00Z</cp:lastPrinted>
  <dcterms:created xsi:type="dcterms:W3CDTF">2008-08-06T20:14:00Z</dcterms:created>
  <dcterms:modified xsi:type="dcterms:W3CDTF">2008-08-07T11:25:00Z</dcterms:modified>
</cp:coreProperties>
</file>