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1293" w:rsidRDefault="00211293">
      <w:bookmarkStart w:id="0" w:name="_GoBack"/>
      <w:bookmarkEnd w:id="0"/>
      <w:r>
        <w:t>Questions from the power point (Chemistry of Life)</w:t>
      </w:r>
    </w:p>
    <w:p w:rsidR="00211293" w:rsidRDefault="00211293" w:rsidP="00FE1409">
      <w:pPr>
        <w:pStyle w:val="ListParagraph"/>
        <w:numPr>
          <w:ilvl w:val="0"/>
          <w:numId w:val="1"/>
        </w:numPr>
      </w:pPr>
      <w:r>
        <w:t>Matter is composed of tiny particles called ______.</w:t>
      </w:r>
    </w:p>
    <w:p w:rsidR="00211293" w:rsidRDefault="00211293" w:rsidP="00FE1409">
      <w:pPr>
        <w:pStyle w:val="ListParagraph"/>
        <w:numPr>
          <w:ilvl w:val="0"/>
          <w:numId w:val="1"/>
        </w:numPr>
      </w:pPr>
      <w:r>
        <w:t>What is the smallest part of an element that still has the properties of that element?</w:t>
      </w:r>
    </w:p>
    <w:p w:rsidR="00211293" w:rsidRDefault="00211293" w:rsidP="00FE1409">
      <w:pPr>
        <w:pStyle w:val="ListParagraph"/>
        <w:numPr>
          <w:ilvl w:val="0"/>
          <w:numId w:val="1"/>
        </w:numPr>
      </w:pPr>
      <w:r>
        <w:t>What two subatomic particles are found in the nucleus of an atom?</w:t>
      </w:r>
    </w:p>
    <w:p w:rsidR="00211293" w:rsidRDefault="00211293" w:rsidP="00FE1409">
      <w:pPr>
        <w:pStyle w:val="ListParagraph"/>
        <w:numPr>
          <w:ilvl w:val="0"/>
          <w:numId w:val="1"/>
        </w:numPr>
      </w:pPr>
      <w:r>
        <w:t>What is the chemical formula for a molecule of oxygen?</w:t>
      </w:r>
    </w:p>
    <w:p w:rsidR="00211293" w:rsidRDefault="00211293" w:rsidP="00FE1409">
      <w:pPr>
        <w:pStyle w:val="ListParagraph"/>
        <w:numPr>
          <w:ilvl w:val="0"/>
          <w:numId w:val="1"/>
        </w:numPr>
      </w:pPr>
      <w:r>
        <w:t>Two or more elements chemically combined produce a _______.</w:t>
      </w:r>
    </w:p>
    <w:p w:rsidR="00211293" w:rsidRDefault="00211293" w:rsidP="00FE1409">
      <w:pPr>
        <w:pStyle w:val="ListParagraph"/>
        <w:numPr>
          <w:ilvl w:val="0"/>
          <w:numId w:val="1"/>
        </w:numPr>
      </w:pPr>
      <w:r>
        <w:t>Bonds formed by transferring electrons are called ______ _____.</w:t>
      </w:r>
    </w:p>
    <w:p w:rsidR="00211293" w:rsidRDefault="00211293" w:rsidP="00FE1409">
      <w:pPr>
        <w:pStyle w:val="ListParagraph"/>
        <w:numPr>
          <w:ilvl w:val="0"/>
          <w:numId w:val="1"/>
        </w:numPr>
      </w:pPr>
      <w:r>
        <w:t>A _____ is a positively charged ion.</w:t>
      </w:r>
    </w:p>
    <w:p w:rsidR="00211293" w:rsidRDefault="00211293" w:rsidP="00FE1409">
      <w:pPr>
        <w:pStyle w:val="ListParagraph"/>
        <w:numPr>
          <w:ilvl w:val="0"/>
          <w:numId w:val="1"/>
        </w:numPr>
      </w:pPr>
      <w:r>
        <w:t>A ______ is a negatively charged ion.</w:t>
      </w:r>
    </w:p>
    <w:p w:rsidR="00211293" w:rsidRDefault="00211293" w:rsidP="00FE1409">
      <w:pPr>
        <w:pStyle w:val="ListParagraph"/>
        <w:numPr>
          <w:ilvl w:val="0"/>
          <w:numId w:val="1"/>
        </w:numPr>
      </w:pPr>
      <w:r>
        <w:t>Sodium and chlorine are attracted toward each other when combined due to _____ charges.</w:t>
      </w:r>
    </w:p>
    <w:p w:rsidR="00211293" w:rsidRDefault="00211293" w:rsidP="00FE1409">
      <w:pPr>
        <w:pStyle w:val="ListParagraph"/>
        <w:numPr>
          <w:ilvl w:val="0"/>
          <w:numId w:val="1"/>
        </w:numPr>
      </w:pPr>
      <w:r>
        <w:t>The sharing of electrons between hydrogen atoms forms _____ bonds.</w:t>
      </w:r>
    </w:p>
    <w:p w:rsidR="00211293" w:rsidRDefault="00211293" w:rsidP="00FE1409">
      <w:pPr>
        <w:pStyle w:val="ListParagraph"/>
        <w:numPr>
          <w:ilvl w:val="0"/>
          <w:numId w:val="1"/>
        </w:numPr>
      </w:pPr>
      <w:r>
        <w:t>Unlike compounds, mixtures can be ______ separated.</w:t>
      </w:r>
    </w:p>
    <w:p w:rsidR="00211293" w:rsidRDefault="00211293" w:rsidP="00FE1409">
      <w:pPr>
        <w:pStyle w:val="ListParagraph"/>
        <w:numPr>
          <w:ilvl w:val="0"/>
          <w:numId w:val="1"/>
        </w:numPr>
      </w:pPr>
      <w:r>
        <w:t>Which is stronger, covalent bonds or ionic bonds?</w:t>
      </w:r>
    </w:p>
    <w:p w:rsidR="00211293" w:rsidRDefault="00211293" w:rsidP="00FE1409">
      <w:pPr>
        <w:pStyle w:val="ListParagraph"/>
        <w:numPr>
          <w:ilvl w:val="0"/>
          <w:numId w:val="1"/>
        </w:numPr>
      </w:pPr>
      <w:r>
        <w:t>Do substances keep their individual properties when forming mixtures? Yes or No</w:t>
      </w:r>
    </w:p>
    <w:p w:rsidR="00211293" w:rsidRDefault="00211293" w:rsidP="00FE1409">
      <w:pPr>
        <w:pStyle w:val="ListParagraph"/>
        <w:numPr>
          <w:ilvl w:val="0"/>
          <w:numId w:val="1"/>
        </w:numPr>
      </w:pPr>
      <w:r>
        <w:t>Do substances keep their individual properties when forming compounds? Yes or No</w:t>
      </w:r>
    </w:p>
    <w:p w:rsidR="00211293" w:rsidRDefault="00211293" w:rsidP="00FE1409">
      <w:pPr>
        <w:pStyle w:val="ListParagraph"/>
        <w:numPr>
          <w:ilvl w:val="0"/>
          <w:numId w:val="1"/>
        </w:numPr>
      </w:pPr>
      <w:r>
        <w:t>The amount of solute compared to the amount of solvent in a solution is the ______ of the solution.</w:t>
      </w:r>
    </w:p>
    <w:p w:rsidR="00211293" w:rsidRDefault="00211293" w:rsidP="00FE1409">
      <w:pPr>
        <w:pStyle w:val="ListParagraph"/>
        <w:numPr>
          <w:ilvl w:val="0"/>
          <w:numId w:val="1"/>
        </w:numPr>
      </w:pPr>
      <w:r>
        <w:t>If a solvent contains the most solute it can hold, it is ______.</w:t>
      </w:r>
    </w:p>
    <w:p w:rsidR="00211293" w:rsidRDefault="00211293" w:rsidP="00FE1409">
      <w:pPr>
        <w:pStyle w:val="ListParagraph"/>
        <w:numPr>
          <w:ilvl w:val="0"/>
          <w:numId w:val="1"/>
        </w:numPr>
      </w:pPr>
      <w:r>
        <w:t>What are three ways that parts of a mixture may be separated from each other?</w:t>
      </w:r>
    </w:p>
    <w:p w:rsidR="00211293" w:rsidRDefault="00211293" w:rsidP="00FE1409">
      <w:pPr>
        <w:pStyle w:val="ListParagraph"/>
        <w:numPr>
          <w:ilvl w:val="0"/>
          <w:numId w:val="1"/>
        </w:numPr>
      </w:pPr>
      <w:r>
        <w:t>What is the most abundant molecule in the human body?</w:t>
      </w:r>
    </w:p>
    <w:p w:rsidR="00211293" w:rsidRDefault="00211293" w:rsidP="00FE1409">
      <w:pPr>
        <w:pStyle w:val="ListParagraph"/>
        <w:numPr>
          <w:ilvl w:val="0"/>
          <w:numId w:val="1"/>
        </w:numPr>
      </w:pPr>
      <w:r>
        <w:t>Molecules having a slightly negative and a slightly positive end are considered to be _______.</w:t>
      </w:r>
    </w:p>
    <w:p w:rsidR="00211293" w:rsidRDefault="00211293" w:rsidP="00FE1409">
      <w:pPr>
        <w:pStyle w:val="ListParagraph"/>
        <w:numPr>
          <w:ilvl w:val="0"/>
          <w:numId w:val="1"/>
        </w:numPr>
      </w:pPr>
      <w:r>
        <w:t>What compound is considered to be the universal solvent?</w:t>
      </w:r>
    </w:p>
    <w:p w:rsidR="00211293" w:rsidRDefault="00211293" w:rsidP="00FE1409">
      <w:pPr>
        <w:pStyle w:val="ListParagraph"/>
        <w:numPr>
          <w:ilvl w:val="0"/>
          <w:numId w:val="1"/>
        </w:numPr>
      </w:pPr>
      <w:r>
        <w:t>If an atom or atoms gain electrons, the ion will have a ______ charge.</w:t>
      </w:r>
    </w:p>
    <w:p w:rsidR="00211293" w:rsidRDefault="00211293" w:rsidP="00FE1409">
      <w:pPr>
        <w:pStyle w:val="ListParagraph"/>
        <w:numPr>
          <w:ilvl w:val="0"/>
          <w:numId w:val="1"/>
        </w:numPr>
      </w:pPr>
      <w:r>
        <w:t>List two examples of cations.</w:t>
      </w:r>
    </w:p>
    <w:p w:rsidR="00211293" w:rsidRDefault="00211293" w:rsidP="00FE1409">
      <w:pPr>
        <w:pStyle w:val="ListParagraph"/>
        <w:numPr>
          <w:ilvl w:val="0"/>
          <w:numId w:val="1"/>
        </w:numPr>
      </w:pPr>
      <w:r>
        <w:t>Substances that form ions in solution are called _______.</w:t>
      </w:r>
    </w:p>
    <w:p w:rsidR="00211293" w:rsidRDefault="00211293" w:rsidP="00FE1409">
      <w:pPr>
        <w:pStyle w:val="ListParagraph"/>
        <w:numPr>
          <w:ilvl w:val="0"/>
          <w:numId w:val="1"/>
        </w:numPr>
      </w:pPr>
      <w:r>
        <w:t>The blood in your body is what percent water?</w:t>
      </w:r>
    </w:p>
    <w:p w:rsidR="00211293" w:rsidRDefault="00211293" w:rsidP="00FE1409">
      <w:pPr>
        <w:pStyle w:val="ListParagraph"/>
        <w:numPr>
          <w:ilvl w:val="0"/>
          <w:numId w:val="1"/>
        </w:numPr>
      </w:pPr>
      <w:r>
        <w:t>The shorthand method of describing the concentration of hydrogen ions in a solution is called _____.</w:t>
      </w:r>
    </w:p>
    <w:p w:rsidR="00211293" w:rsidRDefault="00211293" w:rsidP="00FE1409">
      <w:pPr>
        <w:pStyle w:val="ListParagraph"/>
        <w:numPr>
          <w:ilvl w:val="0"/>
          <w:numId w:val="1"/>
        </w:numPr>
      </w:pPr>
      <w:r>
        <w:t>What is the pH of black coffee?</w:t>
      </w:r>
    </w:p>
    <w:p w:rsidR="00211293" w:rsidRDefault="00211293" w:rsidP="00FE1409">
      <w:pPr>
        <w:pStyle w:val="ListParagraph"/>
        <w:numPr>
          <w:ilvl w:val="0"/>
          <w:numId w:val="1"/>
        </w:numPr>
      </w:pPr>
      <w:r>
        <w:t>Acids taste _____ and turns litmus paper ____.</w:t>
      </w:r>
    </w:p>
    <w:p w:rsidR="00211293" w:rsidRDefault="00211293" w:rsidP="00FE1409">
      <w:pPr>
        <w:pStyle w:val="ListParagraph"/>
        <w:numPr>
          <w:ilvl w:val="0"/>
          <w:numId w:val="1"/>
        </w:numPr>
      </w:pPr>
      <w:r>
        <w:t>A substance that forms an excess of hydroxide ions is a/n ________.</w:t>
      </w:r>
    </w:p>
    <w:p w:rsidR="00211293" w:rsidRDefault="00211293" w:rsidP="00FE1409">
      <w:pPr>
        <w:pStyle w:val="ListParagraph"/>
        <w:numPr>
          <w:ilvl w:val="0"/>
          <w:numId w:val="1"/>
        </w:numPr>
      </w:pPr>
      <w:r>
        <w:t>A substance that forms an excess of hydroxide ions is a/n _________.</w:t>
      </w:r>
    </w:p>
    <w:p w:rsidR="00211293" w:rsidRDefault="00211293" w:rsidP="00FE1409">
      <w:pPr>
        <w:pStyle w:val="ListParagraph"/>
        <w:numPr>
          <w:ilvl w:val="0"/>
          <w:numId w:val="1"/>
        </w:numPr>
      </w:pPr>
      <w:r>
        <w:t>What are the four basic groups of organic compounds?</w:t>
      </w:r>
    </w:p>
    <w:p w:rsidR="00211293" w:rsidRDefault="00211293" w:rsidP="00FE1409">
      <w:pPr>
        <w:pStyle w:val="ListParagraph"/>
        <w:numPr>
          <w:ilvl w:val="0"/>
          <w:numId w:val="1"/>
        </w:numPr>
      </w:pPr>
      <w:r>
        <w:t>What are the building blocks of lipids?</w:t>
      </w:r>
    </w:p>
    <w:p w:rsidR="00211293" w:rsidRDefault="00211293" w:rsidP="00FE1409">
      <w:pPr>
        <w:pStyle w:val="ListParagraph"/>
        <w:numPr>
          <w:ilvl w:val="0"/>
          <w:numId w:val="1"/>
        </w:numPr>
      </w:pPr>
      <w:r>
        <w:t>What three elements are found in carbohydrates?</w:t>
      </w:r>
    </w:p>
    <w:p w:rsidR="00211293" w:rsidRDefault="00211293" w:rsidP="00FE1409">
      <w:pPr>
        <w:pStyle w:val="ListParagraph"/>
        <w:numPr>
          <w:ilvl w:val="0"/>
          <w:numId w:val="1"/>
        </w:numPr>
      </w:pPr>
      <w:r>
        <w:t>Carbohydrates containing two sugar units are called _____ .</w:t>
      </w:r>
    </w:p>
    <w:sectPr w:rsidR="00211293" w:rsidSect="00CC240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8B1370"/>
    <w:multiLevelType w:val="hybridMultilevel"/>
    <w:tmpl w:val="E5CA33E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E1409"/>
    <w:rsid w:val="00196F8B"/>
    <w:rsid w:val="00211293"/>
    <w:rsid w:val="002A73C1"/>
    <w:rsid w:val="002E34D9"/>
    <w:rsid w:val="00315A19"/>
    <w:rsid w:val="00400841"/>
    <w:rsid w:val="00631381"/>
    <w:rsid w:val="006613B2"/>
    <w:rsid w:val="00927D7A"/>
    <w:rsid w:val="00982942"/>
    <w:rsid w:val="009E75A0"/>
    <w:rsid w:val="00AF2DD8"/>
    <w:rsid w:val="00BA3CE2"/>
    <w:rsid w:val="00CC2406"/>
    <w:rsid w:val="00E27CE3"/>
    <w:rsid w:val="00F65719"/>
    <w:rsid w:val="00FE14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2406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FE140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15</TotalTime>
  <Pages>1</Pages>
  <Words>313</Words>
  <Characters>1787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Questions from the power point (Chemistry of Life)</dc:title>
  <dc:subject/>
  <dc:creator>vci</dc:creator>
  <cp:keywords/>
  <dc:description/>
  <cp:lastModifiedBy>User</cp:lastModifiedBy>
  <cp:revision>3</cp:revision>
  <dcterms:created xsi:type="dcterms:W3CDTF">2012-01-27T01:26:00Z</dcterms:created>
  <dcterms:modified xsi:type="dcterms:W3CDTF">2012-01-27T01:39:00Z</dcterms:modified>
</cp:coreProperties>
</file>